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DCC0E" w14:textId="77777777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162E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162E5" w:rsidRPr="002162E5">
        <w:rPr>
          <w:rFonts w:asciiTheme="majorHAnsi" w:eastAsia="Times New Roman" w:hAnsiTheme="majorHAnsi" w:cs="Times New Roman"/>
          <w:lang w:eastAsia="cs-CZ"/>
        </w:rPr>
        <w:t>2</w:t>
      </w:r>
      <w:r w:rsidR="00A756D0" w:rsidRPr="002162E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41444178" w14:textId="1CF79AC7" w:rsidR="00EF3BFB" w:rsidRPr="00791B9E" w:rsidRDefault="00A756D0" w:rsidP="00791B9E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72906CBC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69"/>
        <w:gridCol w:w="2267"/>
        <w:gridCol w:w="1028"/>
        <w:gridCol w:w="2428"/>
      </w:tblGrid>
      <w:tr w:rsidR="00EF3BFB" w:rsidRPr="00221465" w14:paraId="7FCE2D5B" w14:textId="77777777" w:rsidTr="00A43547">
        <w:tc>
          <w:tcPr>
            <w:tcW w:w="2969" w:type="dxa"/>
            <w:shd w:val="clear" w:color="auto" w:fill="D9D9D9"/>
          </w:tcPr>
          <w:p w14:paraId="29A867D4" w14:textId="6349DA1D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Specifikace</w:t>
            </w:r>
          </w:p>
        </w:tc>
        <w:tc>
          <w:tcPr>
            <w:tcW w:w="2267" w:type="dxa"/>
            <w:shd w:val="clear" w:color="auto" w:fill="D9D9D9"/>
          </w:tcPr>
          <w:p w14:paraId="3CA3E97C" w14:textId="5ED264FB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(v Kč bez DPH)</w:t>
            </w:r>
          </w:p>
        </w:tc>
        <w:tc>
          <w:tcPr>
            <w:tcW w:w="1028" w:type="dxa"/>
            <w:shd w:val="clear" w:color="auto" w:fill="D9D9D9"/>
          </w:tcPr>
          <w:p w14:paraId="77412019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428" w:type="dxa"/>
            <w:shd w:val="clear" w:color="auto" w:fill="D9D9D9"/>
          </w:tcPr>
          <w:p w14:paraId="1879480F" w14:textId="269EAE95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počet </w:t>
            </w:r>
            <w:proofErr w:type="gramStart"/>
            <w:r w:rsidRPr="00FF65DD">
              <w:rPr>
                <w:rFonts w:asciiTheme="majorHAnsi" w:hAnsiTheme="majorHAnsi"/>
                <w:b/>
              </w:rPr>
              <w:t>kusů  (</w:t>
            </w:r>
            <w:proofErr w:type="gramEnd"/>
            <w:r w:rsidRPr="00FF65DD">
              <w:rPr>
                <w:rFonts w:asciiTheme="majorHAnsi" w:hAnsiTheme="majorHAnsi"/>
                <w:b/>
              </w:rPr>
              <w:t>v Kč bez DPH)</w:t>
            </w:r>
          </w:p>
        </w:tc>
      </w:tr>
      <w:tr w:rsidR="00EF3BFB" w:rsidRPr="00221465" w14:paraId="174B3967" w14:textId="77777777" w:rsidTr="00A43547">
        <w:tc>
          <w:tcPr>
            <w:tcW w:w="2969" w:type="dxa"/>
          </w:tcPr>
          <w:p w14:paraId="2E8C2220" w14:textId="0444801C" w:rsidR="001F7D04" w:rsidRDefault="008470BF" w:rsidP="00A43547">
            <w:pPr>
              <w:keepLines/>
              <w:spacing w:before="120" w:after="120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D</w:t>
            </w:r>
            <w:r w:rsidRPr="008470BF">
              <w:rPr>
                <w:rFonts w:asciiTheme="majorHAnsi" w:hAnsiTheme="majorHAnsi"/>
              </w:rPr>
              <w:t>atacentrové</w:t>
            </w:r>
            <w:proofErr w:type="spellEnd"/>
            <w:r w:rsidRPr="008470BF">
              <w:rPr>
                <w:rFonts w:asciiTheme="majorHAnsi" w:hAnsiTheme="majorHAnsi"/>
              </w:rPr>
              <w:t xml:space="preserve"> switche</w:t>
            </w:r>
            <w:r w:rsidR="001F7D04">
              <w:rPr>
                <w:rFonts w:asciiTheme="majorHAnsi" w:hAnsiTheme="majorHAnsi"/>
              </w:rPr>
              <w:t xml:space="preserve"> </w:t>
            </w:r>
          </w:p>
          <w:p w14:paraId="23AEE7F5" w14:textId="5850CB17" w:rsidR="00EF3BFB" w:rsidRPr="001F7D04" w:rsidRDefault="00167E06" w:rsidP="00A43547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167E06">
              <w:rPr>
                <w:rFonts w:asciiTheme="majorHAnsi" w:hAnsiTheme="majorHAnsi"/>
              </w:rPr>
              <w:t xml:space="preserve">(položka </w:t>
            </w:r>
            <w:r w:rsidR="00C14CFC">
              <w:rPr>
                <w:rFonts w:asciiTheme="majorHAnsi" w:hAnsiTheme="majorHAnsi"/>
              </w:rPr>
              <w:t>1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08056B10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52E8FC1C" w14:textId="6A85D3AC" w:rsidR="00EF3BFB" w:rsidRPr="00167E06" w:rsidRDefault="001F7D0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428" w:type="dxa"/>
          </w:tcPr>
          <w:p w14:paraId="4F1C99F5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799578B3" w14:textId="77777777" w:rsidTr="00A43547">
        <w:tc>
          <w:tcPr>
            <w:tcW w:w="2969" w:type="dxa"/>
          </w:tcPr>
          <w:p w14:paraId="2200F7F8" w14:textId="0F1387A6" w:rsidR="004B3B11" w:rsidRPr="00125A6F" w:rsidRDefault="004B3B11" w:rsidP="00A43547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125A6F">
              <w:rPr>
                <w:rFonts w:asciiTheme="majorHAnsi" w:hAnsiTheme="majorHAnsi"/>
              </w:rPr>
              <w:t>Instalační materiál</w:t>
            </w:r>
            <w:r w:rsidR="005E1F0D" w:rsidRPr="005E1F0D">
              <w:rPr>
                <w:rFonts w:asciiTheme="majorHAnsi" w:hAnsiTheme="majorHAnsi"/>
              </w:rPr>
              <w:t xml:space="preserve"> </w:t>
            </w:r>
            <w:r w:rsidR="001A4731">
              <w:rPr>
                <w:rFonts w:asciiTheme="majorHAnsi" w:hAnsiTheme="majorHAnsi"/>
              </w:rPr>
              <w:t>(</w:t>
            </w:r>
            <w:r w:rsidR="003D69D0">
              <w:rPr>
                <w:rFonts w:asciiTheme="majorHAnsi" w:hAnsiTheme="majorHAnsi"/>
              </w:rPr>
              <w:t xml:space="preserve">položka </w:t>
            </w:r>
            <w:r w:rsidR="008470BF">
              <w:rPr>
                <w:rFonts w:asciiTheme="majorHAnsi" w:hAnsiTheme="majorHAnsi"/>
              </w:rPr>
              <w:t>2</w:t>
            </w:r>
            <w:r w:rsidR="003D69D0">
              <w:rPr>
                <w:rFonts w:asciiTheme="majorHAnsi" w:hAnsiTheme="majorHAnsi"/>
              </w:rPr>
              <w:t xml:space="preserve"> </w:t>
            </w:r>
            <w:r w:rsidR="005E1F0D" w:rsidRPr="005E1F0D">
              <w:rPr>
                <w:rFonts w:asciiTheme="majorHAnsi" w:hAnsiTheme="majorHAnsi"/>
              </w:rPr>
              <w:t>dle Specifikace plnění)</w:t>
            </w:r>
          </w:p>
        </w:tc>
        <w:tc>
          <w:tcPr>
            <w:tcW w:w="2267" w:type="dxa"/>
          </w:tcPr>
          <w:p w14:paraId="1A359F51" w14:textId="6F403317" w:rsidR="004B3B11" w:rsidRPr="00FF65DD" w:rsidRDefault="004B3B11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nebude oceněno za kus, ale za kompletní instalační materiál</w:t>
            </w:r>
          </w:p>
        </w:tc>
        <w:tc>
          <w:tcPr>
            <w:tcW w:w="1028" w:type="dxa"/>
          </w:tcPr>
          <w:p w14:paraId="162D9F13" w14:textId="35220CE9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komplet</w:t>
            </w:r>
          </w:p>
        </w:tc>
        <w:tc>
          <w:tcPr>
            <w:tcW w:w="2428" w:type="dxa"/>
          </w:tcPr>
          <w:p w14:paraId="6F3C5B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69F2FB60" w14:textId="77777777" w:rsidTr="00A43547">
        <w:tc>
          <w:tcPr>
            <w:tcW w:w="2969" w:type="dxa"/>
          </w:tcPr>
          <w:p w14:paraId="3AE96A82" w14:textId="6442804C" w:rsidR="004B3B11" w:rsidRPr="00FF65DD" w:rsidRDefault="00791B9E" w:rsidP="004B3B11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</w:t>
            </w:r>
            <w:r w:rsidR="004B3B11">
              <w:rPr>
                <w:rFonts w:asciiTheme="majorHAnsi" w:hAnsiTheme="majorHAnsi"/>
                <w:b/>
              </w:rPr>
              <w:t xml:space="preserve"> v Kč bez DPH</w:t>
            </w:r>
          </w:p>
        </w:tc>
        <w:tc>
          <w:tcPr>
            <w:tcW w:w="5723" w:type="dxa"/>
            <w:gridSpan w:val="3"/>
          </w:tcPr>
          <w:p w14:paraId="27A7C310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20C21B0F" w14:textId="77777777" w:rsidTr="00A43547">
        <w:trPr>
          <w:trHeight w:val="638"/>
        </w:trPr>
        <w:tc>
          <w:tcPr>
            <w:tcW w:w="2969" w:type="dxa"/>
          </w:tcPr>
          <w:p w14:paraId="29A2856B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723" w:type="dxa"/>
            <w:gridSpan w:val="3"/>
          </w:tcPr>
          <w:p w14:paraId="5AE510CB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5E39B655" w14:textId="77777777" w:rsidTr="00A43547">
        <w:tc>
          <w:tcPr>
            <w:tcW w:w="2969" w:type="dxa"/>
          </w:tcPr>
          <w:p w14:paraId="5194C3B9" w14:textId="669F2C94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v Kč včetně DPH</w:t>
            </w:r>
          </w:p>
        </w:tc>
        <w:tc>
          <w:tcPr>
            <w:tcW w:w="5723" w:type="dxa"/>
            <w:gridSpan w:val="3"/>
          </w:tcPr>
          <w:p w14:paraId="53256F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6714B218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0012D0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829CF2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39E0B78" w14:textId="77777777" w:rsidR="00394E99" w:rsidRDefault="00394E9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77AD7ECC" w14:textId="77777777" w:rsidR="00522B68" w:rsidRDefault="00522B68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301B791D" w14:textId="77777777" w:rsidR="00522B68" w:rsidRDefault="00522B68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1328DDBC" w14:textId="77777777" w:rsidR="00522B68" w:rsidRDefault="00522B68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4A02461F" w14:textId="77777777" w:rsidR="00EB0CB9" w:rsidRDefault="00EB0CB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6FD8C19" w14:textId="77777777" w:rsidR="00656B8C" w:rsidRPr="001B629E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1925CE8F" w14:textId="77777777" w:rsidR="00EF3BFB" w:rsidRPr="001B629E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08F807EC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5CB29912" w14:textId="77777777" w:rsidR="009F392E" w:rsidRPr="00F0533E" w:rsidRDefault="009F392E" w:rsidP="00F0533E"/>
    <w:sectPr w:rsidR="009F392E" w:rsidRPr="00F0533E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26E4F" w14:textId="77777777" w:rsidR="0042069B" w:rsidRDefault="0042069B" w:rsidP="00962258">
      <w:pPr>
        <w:spacing w:after="0" w:line="240" w:lineRule="auto"/>
      </w:pPr>
      <w:r>
        <w:separator/>
      </w:r>
    </w:p>
  </w:endnote>
  <w:endnote w:type="continuationSeparator" w:id="0">
    <w:p w14:paraId="2729CBA0" w14:textId="77777777" w:rsidR="0042069B" w:rsidRDefault="0042069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9DF72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B344F3" w14:textId="6B27F8A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968E77C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885454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BFAEB3" w14:textId="77777777" w:rsidR="00F1715C" w:rsidRDefault="00F1715C" w:rsidP="00D831A3">
          <w:pPr>
            <w:pStyle w:val="Zpat"/>
          </w:pPr>
        </w:p>
      </w:tc>
    </w:tr>
  </w:tbl>
  <w:p w14:paraId="5E202D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638F46B" wp14:editId="220566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311DCA" wp14:editId="2B5095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E194A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A2CDC9" w14:textId="68288AA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1BD59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822807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EA85A0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92D33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ABD33C0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7774011" w14:textId="77777777" w:rsidR="00F1715C" w:rsidRDefault="00F1715C" w:rsidP="00460660">
          <w:pPr>
            <w:pStyle w:val="Zpat"/>
          </w:pPr>
        </w:p>
      </w:tc>
    </w:tr>
  </w:tbl>
  <w:p w14:paraId="1D0FD72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242902" wp14:editId="52460D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72E8A1" wp14:editId="27535E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3BCE3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07570" w14:textId="77777777" w:rsidR="0042069B" w:rsidRDefault="0042069B" w:rsidP="00962258">
      <w:pPr>
        <w:spacing w:after="0" w:line="240" w:lineRule="auto"/>
      </w:pPr>
      <w:r>
        <w:separator/>
      </w:r>
    </w:p>
  </w:footnote>
  <w:footnote w:type="continuationSeparator" w:id="0">
    <w:p w14:paraId="0D5C6549" w14:textId="77777777" w:rsidR="0042069B" w:rsidRDefault="0042069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3D194" w14:textId="32D09FF7" w:rsidR="003D6E33" w:rsidRDefault="003D6E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76423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0A017E" w14:textId="27C45A8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EE80CED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744A4E2" w14:textId="77777777" w:rsidR="00F1715C" w:rsidRPr="00D6163D" w:rsidRDefault="00F1715C" w:rsidP="00D6163D">
          <w:pPr>
            <w:pStyle w:val="Druhdokumentu"/>
          </w:pPr>
        </w:p>
      </w:tc>
    </w:tr>
  </w:tbl>
  <w:p w14:paraId="36D67F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AC8B0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CFD4AC" w14:textId="713F62F6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01E75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6B8886E9" w14:textId="77777777" w:rsidR="00F1715C" w:rsidRPr="00D6163D" w:rsidRDefault="00F1715C" w:rsidP="00FC6389">
          <w:pPr>
            <w:pStyle w:val="Druhdokumentu"/>
          </w:pPr>
        </w:p>
      </w:tc>
    </w:tr>
    <w:tr w:rsidR="009F392E" w14:paraId="4B54553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95FA66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57E8850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240644B" w14:textId="77777777" w:rsidR="009F392E" w:rsidRPr="00D6163D" w:rsidRDefault="009F392E" w:rsidP="00FC6389">
          <w:pPr>
            <w:pStyle w:val="Druhdokumentu"/>
          </w:pPr>
        </w:p>
      </w:tc>
    </w:tr>
  </w:tbl>
  <w:p w14:paraId="7D55A26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75655B" wp14:editId="2BBE3C8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5171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91529081">
    <w:abstractNumId w:val="2"/>
  </w:num>
  <w:num w:numId="2" w16cid:durableId="1380208577">
    <w:abstractNumId w:val="1"/>
  </w:num>
  <w:num w:numId="3" w16cid:durableId="12106067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9956178">
    <w:abstractNumId w:val="8"/>
  </w:num>
  <w:num w:numId="5" w16cid:durableId="1487284162">
    <w:abstractNumId w:val="3"/>
  </w:num>
  <w:num w:numId="6" w16cid:durableId="65302851">
    <w:abstractNumId w:val="4"/>
  </w:num>
  <w:num w:numId="7" w16cid:durableId="1277368407">
    <w:abstractNumId w:val="0"/>
  </w:num>
  <w:num w:numId="8" w16cid:durableId="132912767">
    <w:abstractNumId w:val="5"/>
  </w:num>
  <w:num w:numId="9" w16cid:durableId="12764054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2698396">
    <w:abstractNumId w:val="4"/>
  </w:num>
  <w:num w:numId="11" w16cid:durableId="1817182404">
    <w:abstractNumId w:val="1"/>
  </w:num>
  <w:num w:numId="12" w16cid:durableId="1103309345">
    <w:abstractNumId w:val="4"/>
  </w:num>
  <w:num w:numId="13" w16cid:durableId="84421516">
    <w:abstractNumId w:val="4"/>
  </w:num>
  <w:num w:numId="14" w16cid:durableId="1957788604">
    <w:abstractNumId w:val="4"/>
  </w:num>
  <w:num w:numId="15" w16cid:durableId="626621886">
    <w:abstractNumId w:val="4"/>
  </w:num>
  <w:num w:numId="16" w16cid:durableId="698044038">
    <w:abstractNumId w:val="9"/>
  </w:num>
  <w:num w:numId="17" w16cid:durableId="26493554">
    <w:abstractNumId w:val="2"/>
  </w:num>
  <w:num w:numId="18" w16cid:durableId="1699966577">
    <w:abstractNumId w:val="9"/>
  </w:num>
  <w:num w:numId="19" w16cid:durableId="371611241">
    <w:abstractNumId w:val="9"/>
  </w:num>
  <w:num w:numId="20" w16cid:durableId="97797196">
    <w:abstractNumId w:val="9"/>
  </w:num>
  <w:num w:numId="21" w16cid:durableId="1981760545">
    <w:abstractNumId w:val="9"/>
  </w:num>
  <w:num w:numId="22" w16cid:durableId="145438167">
    <w:abstractNumId w:val="4"/>
  </w:num>
  <w:num w:numId="23" w16cid:durableId="290478911">
    <w:abstractNumId w:val="1"/>
  </w:num>
  <w:num w:numId="24" w16cid:durableId="2130276787">
    <w:abstractNumId w:val="4"/>
  </w:num>
  <w:num w:numId="25" w16cid:durableId="68887906">
    <w:abstractNumId w:val="4"/>
  </w:num>
  <w:num w:numId="26" w16cid:durableId="910308751">
    <w:abstractNumId w:val="4"/>
  </w:num>
  <w:num w:numId="27" w16cid:durableId="240530563">
    <w:abstractNumId w:val="4"/>
  </w:num>
  <w:num w:numId="28" w16cid:durableId="533154089">
    <w:abstractNumId w:val="9"/>
  </w:num>
  <w:num w:numId="29" w16cid:durableId="1395161458">
    <w:abstractNumId w:val="2"/>
  </w:num>
  <w:num w:numId="30" w16cid:durableId="2024937856">
    <w:abstractNumId w:val="9"/>
  </w:num>
  <w:num w:numId="31" w16cid:durableId="1969776531">
    <w:abstractNumId w:val="9"/>
  </w:num>
  <w:num w:numId="32" w16cid:durableId="1111707707">
    <w:abstractNumId w:val="9"/>
  </w:num>
  <w:num w:numId="33" w16cid:durableId="492140952">
    <w:abstractNumId w:val="9"/>
  </w:num>
  <w:num w:numId="34" w16cid:durableId="10874320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079D2"/>
    <w:rsid w:val="00030EC4"/>
    <w:rsid w:val="00072C1E"/>
    <w:rsid w:val="00076217"/>
    <w:rsid w:val="000A3BD0"/>
    <w:rsid w:val="000A4098"/>
    <w:rsid w:val="000A5132"/>
    <w:rsid w:val="000B7377"/>
    <w:rsid w:val="000E23A7"/>
    <w:rsid w:val="000E4423"/>
    <w:rsid w:val="0010693F"/>
    <w:rsid w:val="00114472"/>
    <w:rsid w:val="00122B10"/>
    <w:rsid w:val="00125A6F"/>
    <w:rsid w:val="00137C25"/>
    <w:rsid w:val="001433F3"/>
    <w:rsid w:val="001550BC"/>
    <w:rsid w:val="001605B9"/>
    <w:rsid w:val="00167E06"/>
    <w:rsid w:val="00170EC5"/>
    <w:rsid w:val="001747C1"/>
    <w:rsid w:val="00177503"/>
    <w:rsid w:val="00184743"/>
    <w:rsid w:val="001A02B4"/>
    <w:rsid w:val="001A4731"/>
    <w:rsid w:val="001C4FF7"/>
    <w:rsid w:val="001E496E"/>
    <w:rsid w:val="001F7D04"/>
    <w:rsid w:val="00207DF5"/>
    <w:rsid w:val="002162E5"/>
    <w:rsid w:val="00220A81"/>
    <w:rsid w:val="002214AC"/>
    <w:rsid w:val="002326D2"/>
    <w:rsid w:val="00280E07"/>
    <w:rsid w:val="00294529"/>
    <w:rsid w:val="002C31BF"/>
    <w:rsid w:val="002C3499"/>
    <w:rsid w:val="002D08B1"/>
    <w:rsid w:val="002D324C"/>
    <w:rsid w:val="002D5A4E"/>
    <w:rsid w:val="002E0CD7"/>
    <w:rsid w:val="002F3625"/>
    <w:rsid w:val="003254A6"/>
    <w:rsid w:val="003270EB"/>
    <w:rsid w:val="00341DCF"/>
    <w:rsid w:val="0035137D"/>
    <w:rsid w:val="00357BC6"/>
    <w:rsid w:val="00394E99"/>
    <w:rsid w:val="003956C6"/>
    <w:rsid w:val="003A4A4D"/>
    <w:rsid w:val="003A59D4"/>
    <w:rsid w:val="003B71C1"/>
    <w:rsid w:val="003C2B0F"/>
    <w:rsid w:val="003C473B"/>
    <w:rsid w:val="003D1756"/>
    <w:rsid w:val="003D69D0"/>
    <w:rsid w:val="003D6E33"/>
    <w:rsid w:val="003E694F"/>
    <w:rsid w:val="00403754"/>
    <w:rsid w:val="00407391"/>
    <w:rsid w:val="0042069B"/>
    <w:rsid w:val="00421A01"/>
    <w:rsid w:val="00436802"/>
    <w:rsid w:val="00441430"/>
    <w:rsid w:val="0044160E"/>
    <w:rsid w:val="00450F07"/>
    <w:rsid w:val="0045338C"/>
    <w:rsid w:val="00453CD3"/>
    <w:rsid w:val="00460660"/>
    <w:rsid w:val="00465C78"/>
    <w:rsid w:val="00486107"/>
    <w:rsid w:val="00487B1C"/>
    <w:rsid w:val="00491827"/>
    <w:rsid w:val="004A359F"/>
    <w:rsid w:val="004B348C"/>
    <w:rsid w:val="004B3B11"/>
    <w:rsid w:val="004B5618"/>
    <w:rsid w:val="004C4399"/>
    <w:rsid w:val="004C787C"/>
    <w:rsid w:val="004E143C"/>
    <w:rsid w:val="004E3A53"/>
    <w:rsid w:val="004E7298"/>
    <w:rsid w:val="004F169B"/>
    <w:rsid w:val="004F20BC"/>
    <w:rsid w:val="004F4B9B"/>
    <w:rsid w:val="004F69EA"/>
    <w:rsid w:val="00511AB9"/>
    <w:rsid w:val="00522B68"/>
    <w:rsid w:val="00523EA7"/>
    <w:rsid w:val="00553375"/>
    <w:rsid w:val="00557C28"/>
    <w:rsid w:val="00566B39"/>
    <w:rsid w:val="005736B7"/>
    <w:rsid w:val="00575E5A"/>
    <w:rsid w:val="005B4097"/>
    <w:rsid w:val="005E1F0D"/>
    <w:rsid w:val="005F1404"/>
    <w:rsid w:val="00605B48"/>
    <w:rsid w:val="006078CB"/>
    <w:rsid w:val="0061068E"/>
    <w:rsid w:val="006200BE"/>
    <w:rsid w:val="006261A4"/>
    <w:rsid w:val="006262F2"/>
    <w:rsid w:val="00631526"/>
    <w:rsid w:val="00656B8C"/>
    <w:rsid w:val="00660AD3"/>
    <w:rsid w:val="00677B7F"/>
    <w:rsid w:val="00687F64"/>
    <w:rsid w:val="006A5570"/>
    <w:rsid w:val="006A689C"/>
    <w:rsid w:val="006B3D79"/>
    <w:rsid w:val="006D7AFE"/>
    <w:rsid w:val="006E0578"/>
    <w:rsid w:val="006E314D"/>
    <w:rsid w:val="006E446A"/>
    <w:rsid w:val="006F56C2"/>
    <w:rsid w:val="00710723"/>
    <w:rsid w:val="00715329"/>
    <w:rsid w:val="00723ED1"/>
    <w:rsid w:val="00740BDE"/>
    <w:rsid w:val="00743525"/>
    <w:rsid w:val="00752E66"/>
    <w:rsid w:val="0076286B"/>
    <w:rsid w:val="00766846"/>
    <w:rsid w:val="00770A13"/>
    <w:rsid w:val="0077673A"/>
    <w:rsid w:val="007846E1"/>
    <w:rsid w:val="00791B9E"/>
    <w:rsid w:val="007A08C1"/>
    <w:rsid w:val="007B570C"/>
    <w:rsid w:val="007C589B"/>
    <w:rsid w:val="007C7FA6"/>
    <w:rsid w:val="007E4A6E"/>
    <w:rsid w:val="007F56A7"/>
    <w:rsid w:val="00807DD0"/>
    <w:rsid w:val="008116B0"/>
    <w:rsid w:val="008128E4"/>
    <w:rsid w:val="00824217"/>
    <w:rsid w:val="00844791"/>
    <w:rsid w:val="008470BF"/>
    <w:rsid w:val="008659F3"/>
    <w:rsid w:val="00886D4B"/>
    <w:rsid w:val="00895406"/>
    <w:rsid w:val="008A3568"/>
    <w:rsid w:val="008D03B9"/>
    <w:rsid w:val="008F18D6"/>
    <w:rsid w:val="008F61ED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1D0A"/>
    <w:rsid w:val="00992D9C"/>
    <w:rsid w:val="00996CB8"/>
    <w:rsid w:val="009B14A9"/>
    <w:rsid w:val="009B2E97"/>
    <w:rsid w:val="009B6642"/>
    <w:rsid w:val="009C7923"/>
    <w:rsid w:val="009E07F4"/>
    <w:rsid w:val="009E128B"/>
    <w:rsid w:val="009E2658"/>
    <w:rsid w:val="009F392E"/>
    <w:rsid w:val="009F5320"/>
    <w:rsid w:val="00A15170"/>
    <w:rsid w:val="00A43547"/>
    <w:rsid w:val="00A5426A"/>
    <w:rsid w:val="00A57B7F"/>
    <w:rsid w:val="00A60AAC"/>
    <w:rsid w:val="00A6177B"/>
    <w:rsid w:val="00A66136"/>
    <w:rsid w:val="00A679DA"/>
    <w:rsid w:val="00A756D0"/>
    <w:rsid w:val="00A85755"/>
    <w:rsid w:val="00AA4CBB"/>
    <w:rsid w:val="00AA5BF0"/>
    <w:rsid w:val="00AA65FA"/>
    <w:rsid w:val="00AA7351"/>
    <w:rsid w:val="00AD056F"/>
    <w:rsid w:val="00AD079C"/>
    <w:rsid w:val="00AD6731"/>
    <w:rsid w:val="00AE22CB"/>
    <w:rsid w:val="00B02BC7"/>
    <w:rsid w:val="00B15D0D"/>
    <w:rsid w:val="00B27318"/>
    <w:rsid w:val="00B432FD"/>
    <w:rsid w:val="00B6342C"/>
    <w:rsid w:val="00B75EE1"/>
    <w:rsid w:val="00B77481"/>
    <w:rsid w:val="00B8518B"/>
    <w:rsid w:val="00BD7E91"/>
    <w:rsid w:val="00C02D0A"/>
    <w:rsid w:val="00C03A6E"/>
    <w:rsid w:val="00C14CFC"/>
    <w:rsid w:val="00C3634D"/>
    <w:rsid w:val="00C3693C"/>
    <w:rsid w:val="00C44F6A"/>
    <w:rsid w:val="00C47AE3"/>
    <w:rsid w:val="00C77857"/>
    <w:rsid w:val="00C93BB9"/>
    <w:rsid w:val="00CA146A"/>
    <w:rsid w:val="00CD1FC4"/>
    <w:rsid w:val="00D13ABF"/>
    <w:rsid w:val="00D21061"/>
    <w:rsid w:val="00D4108E"/>
    <w:rsid w:val="00D6163D"/>
    <w:rsid w:val="00D6493A"/>
    <w:rsid w:val="00D73D46"/>
    <w:rsid w:val="00D74AB9"/>
    <w:rsid w:val="00D831A3"/>
    <w:rsid w:val="00D977EB"/>
    <w:rsid w:val="00DC4900"/>
    <w:rsid w:val="00DC75F3"/>
    <w:rsid w:val="00DD46F3"/>
    <w:rsid w:val="00DD7411"/>
    <w:rsid w:val="00DE2192"/>
    <w:rsid w:val="00DE56F2"/>
    <w:rsid w:val="00DF116D"/>
    <w:rsid w:val="00DF3543"/>
    <w:rsid w:val="00E24BAB"/>
    <w:rsid w:val="00E36C4A"/>
    <w:rsid w:val="00E421E1"/>
    <w:rsid w:val="00E564E8"/>
    <w:rsid w:val="00E87734"/>
    <w:rsid w:val="00EA2BAA"/>
    <w:rsid w:val="00EB0CB9"/>
    <w:rsid w:val="00EB104F"/>
    <w:rsid w:val="00ED14BD"/>
    <w:rsid w:val="00EE2FE1"/>
    <w:rsid w:val="00EF2159"/>
    <w:rsid w:val="00EF3BFB"/>
    <w:rsid w:val="00EF4FBE"/>
    <w:rsid w:val="00F00382"/>
    <w:rsid w:val="00F0244C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2E34"/>
    <w:rsid w:val="00F659EB"/>
    <w:rsid w:val="00F86BA6"/>
    <w:rsid w:val="00FB2543"/>
    <w:rsid w:val="00FC6389"/>
    <w:rsid w:val="00FF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CC1D3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162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62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62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2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2E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F16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bb3ea2cb-d0dd-4380-9e6d-7a9977b685a4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93CF8F-151C-4609-830B-F11F70FEED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13A125-EC20-459F-ABD3-072F07ED2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74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20</cp:revision>
  <cp:lastPrinted>2017-11-28T17:18:00Z</cp:lastPrinted>
  <dcterms:created xsi:type="dcterms:W3CDTF">2024-11-26T09:03:00Z</dcterms:created>
  <dcterms:modified xsi:type="dcterms:W3CDTF">2025-09-16T12:21:00Z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